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928" w:rsidRDefault="009D26F3" w:rsidP="00AB2AB0">
      <w:pPr>
        <w:jc w:val="center"/>
        <w:rPr>
          <w:rFonts w:ascii="Arial" w:hAnsi="Arial" w:cs="Arial"/>
        </w:rPr>
      </w:pPr>
      <w:r w:rsidRPr="009D26F3">
        <w:rPr>
          <w:rFonts w:ascii="Arial" w:hAnsi="Arial" w:cs="Arial"/>
          <w:noProof/>
        </w:rPr>
        <w:drawing>
          <wp:inline distT="0" distB="0" distL="0" distR="0">
            <wp:extent cx="2098675" cy="2183130"/>
            <wp:effectExtent l="0" t="0" r="0" b="7620"/>
            <wp:docPr id="1" name="Immagine 1" descr="Risultati immagini per maldice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maldicenz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F3">
        <w:rPr>
          <w:rFonts w:ascii="Arial" w:hAnsi="Arial" w:cs="Arial"/>
          <w:noProof/>
        </w:rPr>
        <w:drawing>
          <wp:inline distT="0" distB="0" distL="0" distR="0">
            <wp:extent cx="3442777" cy="2191229"/>
            <wp:effectExtent l="0" t="0" r="5715" b="0"/>
            <wp:docPr id="2" name="Immagine 2" descr="https://encrypted-tbn2.gstatic.com/images?q=tbn:ANd9GcQ6mdthpY-_r4aoClCGSLWkWM8c2YSwfGpDfWaQTwO08tI0cCJRBKu2PYJ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6mdthpY-_r4aoClCGSLWkWM8c2YSwfGpDfWaQTwO08tI0cCJRBKu2PYJ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418" cy="2207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F3">
        <w:rPr>
          <w:rFonts w:ascii="Arial" w:hAnsi="Arial" w:cs="Arial"/>
          <w:noProof/>
        </w:rPr>
        <w:drawing>
          <wp:inline distT="0" distB="0" distL="0" distR="0">
            <wp:extent cx="2440305" cy="1828800"/>
            <wp:effectExtent l="0" t="0" r="0" b="0"/>
            <wp:docPr id="3" name="Immagine 3" descr="Risultati immagini per maldice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isultati immagini per maldicenz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8AEEC0" wp14:editId="44CD97F8">
            <wp:extent cx="3097950" cy="1823720"/>
            <wp:effectExtent l="0" t="0" r="7620" b="5080"/>
            <wp:docPr id="5" name="Immagine 5" descr="Risultati immagini per maldice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isultati immagini per maldicenz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578" cy="1843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D26F3" w:rsidRDefault="009D26F3" w:rsidP="00AB2AB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0FA354A" wp14:editId="40C341F9">
            <wp:extent cx="5519304" cy="3197225"/>
            <wp:effectExtent l="19050" t="19050" r="24765" b="22225"/>
            <wp:docPr id="6" name="Immagine 6" descr="http://vignette3.wikia.nocookie.net/nonciclopedia/images/6/6c/Lingua_tagliata_con_forbici.png/revision/latest?cb=20120503001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vignette3.wikia.nocookie.net/nonciclopedia/images/6/6c/Lingua_tagliata_con_forbici.png/revision/latest?cb=2012050300135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238" cy="32139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B2AB0" w:rsidRDefault="00AB2AB0" w:rsidP="00AB2AB0">
      <w:pPr>
        <w:jc w:val="center"/>
        <w:rPr>
          <w:rFonts w:ascii="Cooper Black" w:hAnsi="Cooper Black" w:cs="Arial"/>
          <w:sz w:val="96"/>
          <w:szCs w:val="96"/>
        </w:rPr>
      </w:pPr>
    </w:p>
    <w:p w:rsidR="00AB2AB0" w:rsidRDefault="00AB2AB0" w:rsidP="00AB2AB0">
      <w:pPr>
        <w:jc w:val="center"/>
        <w:rPr>
          <w:rFonts w:ascii="Cooper Black" w:hAnsi="Cooper Black" w:cs="Arial"/>
          <w:sz w:val="96"/>
          <w:szCs w:val="96"/>
        </w:rPr>
      </w:pPr>
      <w:r w:rsidRPr="00AB2AB0">
        <w:rPr>
          <w:rFonts w:ascii="Cooper Black" w:hAnsi="Cooper Black" w:cs="Arial"/>
          <w:sz w:val="96"/>
          <w:szCs w:val="96"/>
        </w:rPr>
        <w:t>LA MALDICENZA</w:t>
      </w:r>
    </w:p>
    <w:p w:rsidR="00AB2AB0" w:rsidRDefault="00AB2AB0" w:rsidP="00AB2AB0">
      <w:pPr>
        <w:jc w:val="right"/>
        <w:rPr>
          <w:rFonts w:ascii="Arial" w:hAnsi="Arial" w:cs="Arial"/>
          <w:sz w:val="40"/>
          <w:szCs w:val="40"/>
        </w:rPr>
      </w:pPr>
    </w:p>
    <w:p w:rsidR="00AB2AB0" w:rsidRPr="00AB2AB0" w:rsidRDefault="00AB2AB0" w:rsidP="00AB2AB0">
      <w:pPr>
        <w:jc w:val="right"/>
        <w:rPr>
          <w:rFonts w:ascii="Arial" w:hAnsi="Arial" w:cs="Arial"/>
          <w:sz w:val="40"/>
          <w:szCs w:val="40"/>
        </w:rPr>
      </w:pPr>
      <w:r w:rsidRPr="00AB2AB0">
        <w:rPr>
          <w:rFonts w:ascii="Arial" w:hAnsi="Arial" w:cs="Arial"/>
          <w:sz w:val="40"/>
          <w:szCs w:val="40"/>
        </w:rPr>
        <w:t>MC</w:t>
      </w:r>
    </w:p>
    <w:sectPr w:rsidR="00AB2AB0" w:rsidRPr="00AB2AB0" w:rsidSect="00AB2AB0">
      <w:pgSz w:w="11906" w:h="16838"/>
      <w:pgMar w:top="851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5pt;height:12.15pt" o:bullet="t">
        <v:imagedata r:id="rId1" o:title="msoE940"/>
      </v:shape>
    </w:pict>
  </w:numPicBullet>
  <w:abstractNum w:abstractNumId="0" w15:restartNumberingAfterBreak="0">
    <w:nsid w:val="009326D4"/>
    <w:multiLevelType w:val="hybridMultilevel"/>
    <w:tmpl w:val="BF36FEE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5C30AB"/>
    <w:multiLevelType w:val="hybridMultilevel"/>
    <w:tmpl w:val="BE4E2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9124BC1"/>
    <w:multiLevelType w:val="hybridMultilevel"/>
    <w:tmpl w:val="DA9061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32CE3"/>
    <w:multiLevelType w:val="hybridMultilevel"/>
    <w:tmpl w:val="99F4B7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D785E"/>
    <w:multiLevelType w:val="hybridMultilevel"/>
    <w:tmpl w:val="08B68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33A24"/>
    <w:multiLevelType w:val="hybridMultilevel"/>
    <w:tmpl w:val="79C266E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403375"/>
    <w:multiLevelType w:val="hybridMultilevel"/>
    <w:tmpl w:val="B80E6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42463"/>
    <w:multiLevelType w:val="hybridMultilevel"/>
    <w:tmpl w:val="5CE670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2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4497C"/>
    <w:rsid w:val="00070740"/>
    <w:rsid w:val="001022BC"/>
    <w:rsid w:val="00142959"/>
    <w:rsid w:val="00143E1F"/>
    <w:rsid w:val="001C157C"/>
    <w:rsid w:val="002240BE"/>
    <w:rsid w:val="002B572C"/>
    <w:rsid w:val="0032028F"/>
    <w:rsid w:val="003304DD"/>
    <w:rsid w:val="003A687C"/>
    <w:rsid w:val="003D05BF"/>
    <w:rsid w:val="00434064"/>
    <w:rsid w:val="004425ED"/>
    <w:rsid w:val="004916A1"/>
    <w:rsid w:val="005D6CBC"/>
    <w:rsid w:val="006445B7"/>
    <w:rsid w:val="006505CD"/>
    <w:rsid w:val="00820928"/>
    <w:rsid w:val="0082587A"/>
    <w:rsid w:val="00871B3E"/>
    <w:rsid w:val="008A79CE"/>
    <w:rsid w:val="008D2334"/>
    <w:rsid w:val="00922B30"/>
    <w:rsid w:val="0093288D"/>
    <w:rsid w:val="00994DAC"/>
    <w:rsid w:val="009B37C6"/>
    <w:rsid w:val="009C500A"/>
    <w:rsid w:val="009D26F3"/>
    <w:rsid w:val="00A376E1"/>
    <w:rsid w:val="00A54FF5"/>
    <w:rsid w:val="00A57A9A"/>
    <w:rsid w:val="00AA73A8"/>
    <w:rsid w:val="00AB2AB0"/>
    <w:rsid w:val="00AE412B"/>
    <w:rsid w:val="00AE5108"/>
    <w:rsid w:val="00B34D4E"/>
    <w:rsid w:val="00BD3D7A"/>
    <w:rsid w:val="00C3558D"/>
    <w:rsid w:val="00C744ED"/>
    <w:rsid w:val="00CA1265"/>
    <w:rsid w:val="00CF5E6B"/>
    <w:rsid w:val="00D21528"/>
    <w:rsid w:val="00DE0B44"/>
    <w:rsid w:val="00E3011A"/>
    <w:rsid w:val="00E71BAD"/>
    <w:rsid w:val="00E819D0"/>
    <w:rsid w:val="00E87073"/>
    <w:rsid w:val="00EA4890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cp:lastPrinted>2016-06-06T18:07:00Z</cp:lastPrinted>
  <dcterms:created xsi:type="dcterms:W3CDTF">2016-06-04T04:57:00Z</dcterms:created>
  <dcterms:modified xsi:type="dcterms:W3CDTF">2016-06-06T18:07:00Z</dcterms:modified>
</cp:coreProperties>
</file>